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FE0" w:rsidRPr="00725D84" w:rsidRDefault="00775FE0" w:rsidP="00022069">
      <w:pPr>
        <w:spacing w:after="120" w:line="240" w:lineRule="atLeast"/>
        <w:jc w:val="center"/>
        <w:rPr>
          <w:b/>
          <w:sz w:val="28"/>
          <w:szCs w:val="28"/>
        </w:rPr>
      </w:pPr>
      <w:r w:rsidRPr="00725D84">
        <w:rPr>
          <w:b/>
          <w:sz w:val="28"/>
          <w:szCs w:val="28"/>
        </w:rPr>
        <w:t xml:space="preserve">PROGRAMMA DI </w:t>
      </w:r>
      <w:r w:rsidRPr="00725D84">
        <w:rPr>
          <w:b/>
          <w:i/>
          <w:sz w:val="28"/>
          <w:szCs w:val="28"/>
        </w:rPr>
        <w:t>STAGE</w:t>
      </w:r>
    </w:p>
    <w:p w:rsidR="00775FE0" w:rsidRPr="00725D84" w:rsidRDefault="00775FE0" w:rsidP="00022069">
      <w:pPr>
        <w:spacing w:after="120" w:line="240" w:lineRule="atLeast"/>
        <w:jc w:val="center"/>
        <w:rPr>
          <w:b/>
          <w:sz w:val="28"/>
          <w:szCs w:val="28"/>
        </w:rPr>
      </w:pPr>
      <w:r w:rsidRPr="00725D84">
        <w:rPr>
          <w:b/>
          <w:sz w:val="28"/>
          <w:szCs w:val="28"/>
        </w:rPr>
        <w:t>Corte costituzionale – Università</w:t>
      </w:r>
    </w:p>
    <w:p w:rsidR="00775FE0" w:rsidRPr="00725D84" w:rsidRDefault="00775FE0" w:rsidP="00022069">
      <w:pPr>
        <w:ind w:firstLine="539"/>
        <w:jc w:val="center"/>
        <w:rPr>
          <w:sz w:val="28"/>
          <w:szCs w:val="28"/>
        </w:rPr>
      </w:pPr>
    </w:p>
    <w:p w:rsidR="00775FE0" w:rsidRDefault="00775FE0" w:rsidP="00022069">
      <w:pPr>
        <w:ind w:firstLine="539"/>
        <w:jc w:val="center"/>
        <w:rPr>
          <w:b/>
          <w:sz w:val="28"/>
          <w:szCs w:val="28"/>
        </w:rPr>
      </w:pPr>
      <w:r w:rsidRPr="00725D84">
        <w:rPr>
          <w:b/>
          <w:sz w:val="28"/>
          <w:szCs w:val="28"/>
        </w:rPr>
        <w:t>BANDO</w:t>
      </w:r>
    </w:p>
    <w:p w:rsidR="00775FE0" w:rsidRDefault="00775FE0" w:rsidP="00022069">
      <w:pPr>
        <w:ind w:firstLine="539"/>
        <w:jc w:val="center"/>
        <w:rPr>
          <w:b/>
          <w:sz w:val="28"/>
          <w:szCs w:val="28"/>
        </w:rPr>
      </w:pPr>
    </w:p>
    <w:p w:rsidR="00775FE0" w:rsidRPr="00725D84" w:rsidRDefault="00775FE0" w:rsidP="00022069">
      <w:pPr>
        <w:ind w:firstLine="53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Annualità 2017-2018</w:t>
      </w:r>
    </w:p>
    <w:p w:rsidR="00775FE0" w:rsidRPr="00725D84" w:rsidRDefault="00775FE0" w:rsidP="00022069">
      <w:pPr>
        <w:ind w:firstLine="539"/>
        <w:jc w:val="center"/>
      </w:pPr>
    </w:p>
    <w:p w:rsidR="00775FE0" w:rsidRPr="00FB73A5" w:rsidRDefault="00775FE0" w:rsidP="00022069">
      <w:pPr>
        <w:pStyle w:val="BodyText"/>
        <w:spacing w:line="320" w:lineRule="atLeast"/>
        <w:ind w:firstLine="900"/>
        <w:rPr>
          <w:b/>
        </w:rPr>
      </w:pPr>
      <w:r w:rsidRPr="00725D84">
        <w:t xml:space="preserve">La Corte costituzionale intende offrire a quattro laureati di vecchio e nuovo ordinamento la possibilità di effettuare un periodo di formazione denominato “Programma di </w:t>
      </w:r>
      <w:r w:rsidRPr="00725D84">
        <w:rPr>
          <w:i/>
        </w:rPr>
        <w:t>stage</w:t>
      </w:r>
      <w:r w:rsidRPr="00725D84">
        <w:t xml:space="preserve"> Corte costituzionale – Università”</w:t>
      </w:r>
      <w:r>
        <w:t xml:space="preserve"> presso </w:t>
      </w:r>
      <w:r w:rsidRPr="00B2207B">
        <w:t>gli Uffici dei Giudici costituzionali</w:t>
      </w:r>
      <w:r>
        <w:t xml:space="preserve"> e/o presso il</w:t>
      </w:r>
      <w:r w:rsidRPr="00B2207B">
        <w:t xml:space="preserve"> Servizio </w:t>
      </w:r>
      <w:r>
        <w:t>S</w:t>
      </w:r>
      <w:r w:rsidRPr="00B2207B">
        <w:t>tudi della Corte</w:t>
      </w:r>
      <w:r>
        <w:rPr>
          <w:b/>
        </w:rPr>
        <w:t>.</w:t>
      </w:r>
    </w:p>
    <w:p w:rsidR="00775FE0" w:rsidRDefault="00775FE0" w:rsidP="00022069">
      <w:pPr>
        <w:pStyle w:val="BodyText"/>
        <w:spacing w:line="320" w:lineRule="atLeast"/>
        <w:ind w:firstLine="900"/>
      </w:pPr>
    </w:p>
    <w:p w:rsidR="00775FE0" w:rsidRDefault="00775FE0" w:rsidP="00022069">
      <w:pPr>
        <w:pStyle w:val="BodyText"/>
        <w:spacing w:line="320" w:lineRule="atLeast"/>
        <w:ind w:firstLine="900"/>
      </w:pPr>
      <w:r w:rsidRPr="00725D84">
        <w:t>Il programma – che si articola in una</w:t>
      </w:r>
      <w:r>
        <w:t xml:space="preserve"> </w:t>
      </w:r>
      <w:r w:rsidRPr="00725D84">
        <w:t xml:space="preserve">sessione della durata di </w:t>
      </w:r>
      <w:r>
        <w:t>10</w:t>
      </w:r>
      <w:r w:rsidRPr="00725D84">
        <w:t xml:space="preserve"> mesi</w:t>
      </w:r>
      <w:r>
        <w:t>, dal 18 settembre 2017 al 18 luglio 2018</w:t>
      </w:r>
      <w:r w:rsidRPr="00725D84">
        <w:t xml:space="preserve"> - ha come obiettivo l’acquisizione di una conoscenza diretta e concreta dell</w:t>
      </w:r>
      <w:r>
        <w:t xml:space="preserve">’attività della Corte, </w:t>
      </w:r>
      <w:r w:rsidRPr="00725D84">
        <w:t xml:space="preserve">anche al fine di agevolare le scelte professionali dei laureati che intendano approfondire le tematiche proprie del diritto costituzionale e della giustizia costituzionale. </w:t>
      </w:r>
    </w:p>
    <w:p w:rsidR="00775FE0" w:rsidRDefault="00775FE0" w:rsidP="00022069">
      <w:pPr>
        <w:pStyle w:val="BodyText"/>
        <w:spacing w:line="320" w:lineRule="atLeast"/>
        <w:ind w:firstLine="900"/>
      </w:pPr>
      <w:r>
        <w:t xml:space="preserve">In relazione ad esigenze organizzative, connesse alla procedura di selezione, l’inizio dello </w:t>
      </w:r>
      <w:r w:rsidRPr="00226A0F">
        <w:rPr>
          <w:i/>
        </w:rPr>
        <w:t>stage</w:t>
      </w:r>
      <w:r>
        <w:t xml:space="preserve"> potrebbe essere posticipato di massimo un mese, fermo restando il termine conclusivo del 18 luglio 2018.</w:t>
      </w:r>
    </w:p>
    <w:p w:rsidR="00775FE0" w:rsidRPr="00725D84" w:rsidRDefault="00775FE0" w:rsidP="00022069">
      <w:pPr>
        <w:pStyle w:val="BodyText"/>
        <w:spacing w:line="320" w:lineRule="atLeast"/>
        <w:ind w:firstLine="900"/>
      </w:pPr>
    </w:p>
    <w:p w:rsidR="00775FE0" w:rsidRDefault="00775FE0" w:rsidP="00231159">
      <w:pPr>
        <w:spacing w:line="320" w:lineRule="atLeast"/>
        <w:ind w:firstLine="900"/>
        <w:jc w:val="both"/>
      </w:pPr>
      <w:r w:rsidRPr="00725D84">
        <w:t>I partecipanti potranno approfondire la loro personale formazione e, insieme, sperimentare la realtà lavorativa, comprendendo logiche e sistemi di relazioni proprie del mondo del lavoro.</w:t>
      </w:r>
    </w:p>
    <w:p w:rsidR="00775FE0" w:rsidRPr="00725D84" w:rsidRDefault="00775FE0" w:rsidP="00231159">
      <w:pPr>
        <w:spacing w:line="320" w:lineRule="atLeast"/>
        <w:ind w:firstLine="900"/>
        <w:jc w:val="both"/>
      </w:pPr>
    </w:p>
    <w:p w:rsidR="00775FE0" w:rsidRDefault="00775FE0" w:rsidP="00B2707C">
      <w:pPr>
        <w:spacing w:line="320" w:lineRule="atLeast"/>
        <w:ind w:firstLine="900"/>
        <w:jc w:val="both"/>
      </w:pPr>
      <w:r w:rsidRPr="00725D84">
        <w:t xml:space="preserve">Lo </w:t>
      </w:r>
      <w:r w:rsidRPr="00725D84">
        <w:rPr>
          <w:i/>
        </w:rPr>
        <w:t>stage</w:t>
      </w:r>
      <w:r w:rsidRPr="00725D84">
        <w:t xml:space="preserve"> non può in alcun modo e a nessun effetto configurarsi come rapporto di lavoro né può dar luogo ad aspettative di futuri rapporti lavorativi. </w:t>
      </w:r>
    </w:p>
    <w:p w:rsidR="00775FE0" w:rsidRPr="00725D84" w:rsidRDefault="00775FE0" w:rsidP="00B2707C">
      <w:pPr>
        <w:spacing w:line="320" w:lineRule="atLeast"/>
        <w:ind w:firstLine="900"/>
        <w:jc w:val="both"/>
      </w:pPr>
    </w:p>
    <w:p w:rsidR="00775FE0" w:rsidRPr="00FB73A5" w:rsidRDefault="00775FE0" w:rsidP="00B2707C">
      <w:pPr>
        <w:spacing w:line="320" w:lineRule="atLeast"/>
        <w:ind w:firstLine="900"/>
        <w:jc w:val="both"/>
        <w:rPr>
          <w:b/>
        </w:rPr>
      </w:pPr>
      <w:r w:rsidRPr="00FB73A5">
        <w:rPr>
          <w:b/>
          <w:color w:val="000000"/>
          <w:lang w:eastAsia="en-US"/>
        </w:rPr>
        <w:t>Agli stagisti, non residenti nel comune di Roma, è corrisposto un rimborso spese di viaggio</w:t>
      </w:r>
      <w:r>
        <w:rPr>
          <w:b/>
          <w:color w:val="000000"/>
          <w:lang w:eastAsia="en-US"/>
        </w:rPr>
        <w:t xml:space="preserve"> e di alloggio</w:t>
      </w:r>
      <w:r w:rsidRPr="00FB73A5">
        <w:rPr>
          <w:b/>
          <w:color w:val="000000"/>
          <w:lang w:eastAsia="en-US"/>
        </w:rPr>
        <w:t>, nel limite massimo di € 300,00 mensili, previa esibizione de</w:t>
      </w:r>
      <w:r>
        <w:rPr>
          <w:b/>
          <w:color w:val="000000"/>
          <w:lang w:eastAsia="en-US"/>
        </w:rPr>
        <w:t>i</w:t>
      </w:r>
      <w:r w:rsidRPr="00FB73A5">
        <w:rPr>
          <w:b/>
          <w:color w:val="000000"/>
          <w:lang w:eastAsia="en-US"/>
        </w:rPr>
        <w:t xml:space="preserve"> relativ</w:t>
      </w:r>
      <w:r>
        <w:rPr>
          <w:b/>
          <w:color w:val="000000"/>
          <w:lang w:eastAsia="en-US"/>
        </w:rPr>
        <w:t>i titoli.</w:t>
      </w:r>
      <w:r w:rsidRPr="00FB73A5">
        <w:rPr>
          <w:b/>
          <w:color w:val="000000"/>
          <w:lang w:eastAsia="en-US"/>
        </w:rPr>
        <w:t xml:space="preserve"> </w:t>
      </w:r>
    </w:p>
    <w:p w:rsidR="00775FE0" w:rsidRPr="00DB0E1D" w:rsidRDefault="00775FE0" w:rsidP="00B2707C">
      <w:pPr>
        <w:spacing w:line="320" w:lineRule="atLeast"/>
        <w:ind w:firstLine="900"/>
        <w:jc w:val="both"/>
        <w:rPr>
          <w:b/>
          <w:highlight w:val="yellow"/>
        </w:rPr>
      </w:pPr>
    </w:p>
    <w:p w:rsidR="00775FE0" w:rsidRDefault="00775FE0" w:rsidP="00231159">
      <w:pPr>
        <w:spacing w:line="320" w:lineRule="atLeast"/>
        <w:ind w:firstLine="900"/>
        <w:jc w:val="both"/>
      </w:pPr>
      <w:r w:rsidRPr="00725D84">
        <w:t xml:space="preserve">Le modalità di effettuazione dello </w:t>
      </w:r>
      <w:r w:rsidRPr="00725D84">
        <w:rPr>
          <w:i/>
        </w:rPr>
        <w:t>stage</w:t>
      </w:r>
      <w:r w:rsidRPr="00725D84">
        <w:t xml:space="preserve"> dovranno essere concordate con l’Amministrazione della Corte in modo tale da assicurar</w:t>
      </w:r>
      <w:r>
        <w:t>n</w:t>
      </w:r>
      <w:r w:rsidRPr="00725D84">
        <w:t>e il proficuo svolgimento</w:t>
      </w:r>
      <w:r>
        <w:t>.</w:t>
      </w:r>
      <w:r w:rsidRPr="00725D84">
        <w:t xml:space="preserve"> </w:t>
      </w:r>
    </w:p>
    <w:p w:rsidR="00775FE0" w:rsidRPr="00725D84" w:rsidRDefault="00775FE0" w:rsidP="00231159">
      <w:pPr>
        <w:spacing w:line="320" w:lineRule="atLeast"/>
        <w:ind w:firstLine="900"/>
        <w:jc w:val="both"/>
      </w:pP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725D84">
        <w:t xml:space="preserve">Sono consentite, per giustificati motivi, una o più interruzioni temporanee dello </w:t>
      </w:r>
      <w:r w:rsidRPr="00725D84">
        <w:rPr>
          <w:i/>
        </w:rPr>
        <w:t>stage</w:t>
      </w:r>
      <w:r>
        <w:t>,</w:t>
      </w:r>
      <w:r w:rsidRPr="00725D84">
        <w:t xml:space="preserve"> previo accordo tra il partecipante e la Corte costituzionale con il consenso del tutore universitario, ferma restando la data di scadenza indicata nel progetto formativo individuale.</w:t>
      </w:r>
    </w:p>
    <w:p w:rsidR="00775FE0" w:rsidRDefault="00775FE0" w:rsidP="00B2707C">
      <w:pPr>
        <w:spacing w:line="320" w:lineRule="atLeast"/>
        <w:ind w:firstLine="900"/>
        <w:jc w:val="both"/>
      </w:pPr>
      <w:r w:rsidRPr="00725D84">
        <w:t xml:space="preserve">Per gravi e giustificati motivi, la Corte costituzionale può interrompere anticipatamente il programma dandone tempestiva comunicazione scritta al partecipante e all’Università o all’Istituzione interessata. In particolare, può essere causa dell’interruzione anticipata la mancata osservanza, da parte dell’interessato, delle modalità di effettuazione dello </w:t>
      </w:r>
      <w:r w:rsidRPr="00725D84">
        <w:rPr>
          <w:i/>
        </w:rPr>
        <w:t>stage</w:t>
      </w:r>
      <w:r w:rsidRPr="00725D84">
        <w:t>: in tale caso, non potrà essere rilasciato l’attestato finale.</w:t>
      </w:r>
    </w:p>
    <w:p w:rsidR="00775FE0" w:rsidRPr="00725D84" w:rsidRDefault="00775FE0" w:rsidP="00B2707C">
      <w:pPr>
        <w:spacing w:line="320" w:lineRule="atLeast"/>
        <w:ind w:firstLine="900"/>
        <w:jc w:val="both"/>
      </w:pPr>
    </w:p>
    <w:p w:rsidR="00775FE0" w:rsidRDefault="00775FE0" w:rsidP="00B2707C">
      <w:pPr>
        <w:pStyle w:val="BodyTextIndent2"/>
        <w:spacing w:line="320" w:lineRule="atLeast"/>
      </w:pPr>
      <w:r w:rsidRPr="00725D84">
        <w:t xml:space="preserve">È consentita, inoltre, l’interruzione anticipata definitiva dello </w:t>
      </w:r>
      <w:r w:rsidRPr="00725D84">
        <w:rPr>
          <w:i/>
        </w:rPr>
        <w:t>stage</w:t>
      </w:r>
      <w:r w:rsidRPr="00725D84">
        <w:t xml:space="preserve"> per giustificati motivi, d’iniziativa del partecipante. </w:t>
      </w:r>
      <w:r>
        <w:t>Dell’</w:t>
      </w:r>
      <w:r w:rsidRPr="00725D84">
        <w:t>interruzione anticipata sarà data, da parte della Corte costituzionale, tempestiva comunicazione scritta all’Università o all’Istituzione interessata.</w:t>
      </w:r>
    </w:p>
    <w:p w:rsidR="00775FE0" w:rsidRPr="00725D84" w:rsidRDefault="00775FE0" w:rsidP="00B2707C">
      <w:pPr>
        <w:pStyle w:val="BodyTextIndent2"/>
        <w:spacing w:line="320" w:lineRule="atLeast"/>
      </w:pP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725D84">
        <w:t>Possono partecipare al programma i candidati in possesso dei seguenti requisiti:</w:t>
      </w:r>
    </w:p>
    <w:p w:rsidR="00775FE0" w:rsidRPr="00725D84" w:rsidRDefault="00775FE0" w:rsidP="00B2707C">
      <w:pPr>
        <w:spacing w:line="120" w:lineRule="atLeast"/>
        <w:ind w:firstLine="902"/>
        <w:jc w:val="both"/>
      </w:pPr>
    </w:p>
    <w:p w:rsidR="00775FE0" w:rsidRPr="00725D84" w:rsidRDefault="00775FE0" w:rsidP="00B2707C">
      <w:pPr>
        <w:numPr>
          <w:ilvl w:val="0"/>
          <w:numId w:val="1"/>
        </w:numPr>
        <w:tabs>
          <w:tab w:val="clear" w:pos="1350"/>
        </w:tabs>
        <w:spacing w:line="320" w:lineRule="atLeast"/>
        <w:ind w:left="900" w:hanging="360"/>
        <w:jc w:val="both"/>
      </w:pPr>
      <w:r w:rsidRPr="00725D84">
        <w:t>conseguimento del diploma di laurea in giurisprudenza, o altre lauree equipollenti, con votazione minima di 105/110;</w:t>
      </w:r>
    </w:p>
    <w:p w:rsidR="00775FE0" w:rsidRPr="00725D84" w:rsidRDefault="00775FE0" w:rsidP="00362F23">
      <w:pPr>
        <w:spacing w:line="320" w:lineRule="atLeast"/>
        <w:ind w:left="900"/>
        <w:jc w:val="both"/>
      </w:pPr>
    </w:p>
    <w:p w:rsidR="00775FE0" w:rsidRPr="00725D84" w:rsidRDefault="00775FE0" w:rsidP="00B2707C">
      <w:pPr>
        <w:numPr>
          <w:ilvl w:val="0"/>
          <w:numId w:val="1"/>
        </w:numPr>
        <w:tabs>
          <w:tab w:val="clear" w:pos="1350"/>
        </w:tabs>
        <w:spacing w:line="320" w:lineRule="atLeast"/>
        <w:ind w:left="900" w:hanging="360"/>
        <w:jc w:val="both"/>
      </w:pPr>
      <w:r w:rsidRPr="00725D84">
        <w:t>adeguata conoscenza di lingue straniere nell’ambito delle principali aree europee;</w:t>
      </w:r>
    </w:p>
    <w:p w:rsidR="00775FE0" w:rsidRPr="00725D84" w:rsidRDefault="00775FE0" w:rsidP="00B2707C">
      <w:pPr>
        <w:spacing w:line="120" w:lineRule="atLeast"/>
        <w:ind w:left="357"/>
        <w:jc w:val="both"/>
      </w:pPr>
    </w:p>
    <w:p w:rsidR="00775FE0" w:rsidRPr="00725D84" w:rsidRDefault="00775FE0" w:rsidP="00B2707C">
      <w:pPr>
        <w:numPr>
          <w:ilvl w:val="0"/>
          <w:numId w:val="1"/>
        </w:numPr>
        <w:tabs>
          <w:tab w:val="clear" w:pos="1350"/>
          <w:tab w:val="num" w:pos="900"/>
        </w:tabs>
        <w:spacing w:line="320" w:lineRule="atLeast"/>
        <w:ind w:left="900" w:hanging="360"/>
        <w:jc w:val="both"/>
      </w:pPr>
      <w:r w:rsidRPr="00AB6E00">
        <w:t>iscrizione, o possesso del relativo titolo di conseguimento, ad un dottorato di ricerca, ad una scuola di specializzazione o ad un master riguardanti le tematiche sopra richiamate, ovvero l’essere beneficiario di una borsa di studio o possesso di altri titoli equivalenti comun</w:t>
      </w:r>
      <w:r>
        <w:t>que rilasciati dalle Università</w:t>
      </w:r>
      <w:r w:rsidRPr="00332E9C">
        <w:t>.</w:t>
      </w:r>
    </w:p>
    <w:p w:rsidR="00775FE0" w:rsidRPr="00725D84" w:rsidRDefault="00775FE0" w:rsidP="00B2707C">
      <w:pPr>
        <w:spacing w:line="240" w:lineRule="atLeast"/>
        <w:ind w:left="357"/>
        <w:jc w:val="both"/>
      </w:pPr>
    </w:p>
    <w:p w:rsidR="00775FE0" w:rsidRPr="00725D84" w:rsidRDefault="00775FE0" w:rsidP="00B2707C">
      <w:pPr>
        <w:numPr>
          <w:ilvl w:val="0"/>
          <w:numId w:val="1"/>
        </w:numPr>
        <w:tabs>
          <w:tab w:val="clear" w:pos="1350"/>
          <w:tab w:val="num" w:pos="900"/>
        </w:tabs>
        <w:spacing w:line="320" w:lineRule="atLeast"/>
        <w:ind w:left="540" w:firstLine="0"/>
        <w:jc w:val="both"/>
      </w:pPr>
      <w:r w:rsidRPr="00725D84">
        <w:t>Età massima 30 anni.</w:t>
      </w:r>
    </w:p>
    <w:p w:rsidR="00775FE0" w:rsidRPr="00725D84" w:rsidRDefault="00775FE0" w:rsidP="00B2707C">
      <w:pPr>
        <w:tabs>
          <w:tab w:val="num" w:pos="900"/>
        </w:tabs>
        <w:spacing w:line="240" w:lineRule="atLeast"/>
        <w:ind w:left="539"/>
        <w:jc w:val="both"/>
      </w:pPr>
    </w:p>
    <w:p w:rsidR="00775FE0" w:rsidRPr="00725D84" w:rsidRDefault="00775FE0" w:rsidP="002254BD">
      <w:pPr>
        <w:spacing w:line="320" w:lineRule="atLeast"/>
        <w:ind w:firstLine="540"/>
        <w:jc w:val="both"/>
      </w:pPr>
      <w:r w:rsidRPr="00725D84">
        <w:t>In ogni caso, tutti i candidati dovranno indicare nella domanda di partecipazione i titoli professionali e scientifici posseduti, con particolare riguardo a quelli concernenti le tematiche proprie del diritto costituzionale e della giustizia costituzionale.</w:t>
      </w:r>
    </w:p>
    <w:p w:rsidR="00775FE0" w:rsidRPr="00725D84" w:rsidRDefault="00775FE0" w:rsidP="002254BD">
      <w:pPr>
        <w:spacing w:line="320" w:lineRule="atLeast"/>
        <w:ind w:firstLine="540"/>
        <w:jc w:val="both"/>
      </w:pPr>
    </w:p>
    <w:p w:rsidR="00775FE0" w:rsidRPr="00725D84" w:rsidRDefault="00775FE0" w:rsidP="00362F23">
      <w:pPr>
        <w:pStyle w:val="BodyTextIndent"/>
        <w:spacing w:line="320" w:lineRule="atLeast"/>
        <w:ind w:left="0" w:firstLine="540"/>
      </w:pPr>
      <w:r w:rsidRPr="00725D84">
        <w:t>L’ammissione al programma è estesa agli studiosi che hanno un rapporto di studio con l’Istituto Universitario Europeo.</w:t>
      </w:r>
    </w:p>
    <w:p w:rsidR="00775FE0" w:rsidRPr="00725D84" w:rsidRDefault="00775FE0" w:rsidP="00362F23">
      <w:pPr>
        <w:pStyle w:val="BodyTextIndent"/>
        <w:spacing w:line="240" w:lineRule="atLeast"/>
        <w:ind w:left="357"/>
      </w:pPr>
    </w:p>
    <w:p w:rsidR="00775FE0" w:rsidRDefault="00775FE0" w:rsidP="00362F23">
      <w:pPr>
        <w:spacing w:line="320" w:lineRule="atLeast"/>
        <w:ind w:firstLine="540"/>
        <w:jc w:val="both"/>
      </w:pPr>
      <w:r w:rsidRPr="00725D84">
        <w:t>Non possono partecipare al programma i laureati in possesso di lauree così dette “brevi” ovvero triennali.</w:t>
      </w:r>
    </w:p>
    <w:p w:rsidR="00775FE0" w:rsidRPr="00725D84" w:rsidRDefault="00775FE0" w:rsidP="00362F23">
      <w:pPr>
        <w:spacing w:line="320" w:lineRule="atLeast"/>
        <w:ind w:firstLine="540"/>
        <w:jc w:val="both"/>
      </w:pPr>
    </w:p>
    <w:p w:rsidR="00775FE0" w:rsidRDefault="00775FE0" w:rsidP="00B2707C">
      <w:pPr>
        <w:spacing w:line="320" w:lineRule="atLeast"/>
        <w:ind w:firstLine="900"/>
        <w:jc w:val="both"/>
      </w:pPr>
      <w:r w:rsidRPr="00725D84">
        <w:t xml:space="preserve">Non possono partecipare al programma coloro che hanno già svolto uno </w:t>
      </w:r>
      <w:r w:rsidRPr="00725D84">
        <w:rPr>
          <w:i/>
        </w:rPr>
        <w:t>stage</w:t>
      </w:r>
      <w:r w:rsidRPr="00725D84">
        <w:t xml:space="preserve"> presso la Corte costituzionale.</w:t>
      </w:r>
    </w:p>
    <w:p w:rsidR="00775FE0" w:rsidRPr="00725D84" w:rsidRDefault="00775FE0" w:rsidP="00B2707C">
      <w:pPr>
        <w:spacing w:line="320" w:lineRule="atLeast"/>
        <w:ind w:firstLine="900"/>
        <w:jc w:val="both"/>
      </w:pP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725D84">
        <w:t>L’informazione ai possibili candidati sul presente programma formativo è rimesso all’iniziativa dell’Università o dell’Istituzione interessata.</w:t>
      </w: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725D84">
        <w:t xml:space="preserve"> </w:t>
      </w: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BD4880">
        <w:t>I candidati in possesso dei requisiti richiesti dal bando dovranno presentare attraverso l’ufficio competente dell’ Università o Istituzione presso la quale hanno conseguito il titolo di studio o che ancora frequentano (master, dottorato di ricerca, scuola di specializzazione) la loro candidatura, completa di</w:t>
      </w:r>
      <w:r w:rsidRPr="00725D84">
        <w:t>:</w:t>
      </w:r>
    </w:p>
    <w:p w:rsidR="00775FE0" w:rsidRPr="00725D84" w:rsidRDefault="00775FE0" w:rsidP="00B2707C">
      <w:pPr>
        <w:spacing w:line="320" w:lineRule="atLeast"/>
        <w:ind w:firstLine="900"/>
        <w:jc w:val="both"/>
      </w:pPr>
    </w:p>
    <w:p w:rsidR="00775FE0" w:rsidRPr="00725D84" w:rsidRDefault="00775FE0" w:rsidP="00B2707C">
      <w:pPr>
        <w:numPr>
          <w:ilvl w:val="0"/>
          <w:numId w:val="4"/>
        </w:numPr>
        <w:spacing w:line="320" w:lineRule="atLeast"/>
        <w:jc w:val="both"/>
      </w:pPr>
      <w:r w:rsidRPr="00725D84">
        <w:t>modulo di domanda debitamente compilato e sottoscritto;</w:t>
      </w:r>
    </w:p>
    <w:p w:rsidR="00775FE0" w:rsidRPr="00725D84" w:rsidRDefault="00775FE0" w:rsidP="00B2707C">
      <w:pPr>
        <w:numPr>
          <w:ilvl w:val="0"/>
          <w:numId w:val="4"/>
        </w:numPr>
        <w:spacing w:line="320" w:lineRule="atLeast"/>
        <w:jc w:val="both"/>
      </w:pPr>
      <w:r w:rsidRPr="00725D84">
        <w:rPr>
          <w:i/>
          <w:iCs/>
        </w:rPr>
        <w:t>curriculum</w:t>
      </w:r>
      <w:r w:rsidRPr="00725D84">
        <w:t>;</w:t>
      </w:r>
    </w:p>
    <w:p w:rsidR="00775FE0" w:rsidRPr="00725D84" w:rsidRDefault="00775FE0" w:rsidP="00B2707C">
      <w:pPr>
        <w:numPr>
          <w:ilvl w:val="0"/>
          <w:numId w:val="4"/>
        </w:numPr>
        <w:spacing w:line="320" w:lineRule="atLeast"/>
        <w:jc w:val="both"/>
      </w:pPr>
      <w:r w:rsidRPr="00725D84">
        <w:t>certificato degli esami con la votazione dei singoli esami sostenuti e con la votazione finale di laurea conseguita;</w:t>
      </w:r>
    </w:p>
    <w:p w:rsidR="00775FE0" w:rsidRPr="00725D84" w:rsidRDefault="00775FE0" w:rsidP="00B2707C">
      <w:pPr>
        <w:numPr>
          <w:ilvl w:val="0"/>
          <w:numId w:val="4"/>
        </w:numPr>
        <w:spacing w:line="320" w:lineRule="atLeast"/>
        <w:jc w:val="both"/>
      </w:pPr>
      <w:r w:rsidRPr="00725D84">
        <w:t>certificati attestanti i titoli professionali e scientifici posseduti, con particolare riguardo a quelli concernenti le tematiche proprie del diritto costituzionale e della giustizia costituzionale;</w:t>
      </w:r>
    </w:p>
    <w:p w:rsidR="00775FE0" w:rsidRPr="00725D84" w:rsidRDefault="00775FE0" w:rsidP="00707FD0">
      <w:pPr>
        <w:pStyle w:val="BodyTextIndent2"/>
        <w:spacing w:line="320" w:lineRule="atLeast"/>
        <w:ind w:firstLine="0"/>
      </w:pPr>
    </w:p>
    <w:p w:rsidR="00775FE0" w:rsidRPr="00725D84" w:rsidRDefault="00775FE0" w:rsidP="00707FD0">
      <w:pPr>
        <w:pStyle w:val="BodyTextIndent2"/>
        <w:spacing w:line="320" w:lineRule="atLeast"/>
        <w:ind w:firstLine="708"/>
      </w:pPr>
      <w:r w:rsidRPr="00725D84">
        <w:t xml:space="preserve">Una volta recepite le candidature, ciascuna Università o Istituzione procede ad una prima preselezione - sulla base dei requisiti richiesti dal presente bando - di non più di </w:t>
      </w:r>
      <w:r>
        <w:t>cinque</w:t>
      </w:r>
      <w:r w:rsidRPr="00725D84">
        <w:t xml:space="preserve"> candidati da trasmettere all’Amministrazione della Corte costituzionale.</w:t>
      </w:r>
    </w:p>
    <w:p w:rsidR="00775FE0" w:rsidRPr="00725D84" w:rsidRDefault="00775FE0" w:rsidP="00707FD0">
      <w:pPr>
        <w:pStyle w:val="BodyTextIndent2"/>
        <w:spacing w:line="320" w:lineRule="atLeast"/>
        <w:ind w:firstLine="708"/>
      </w:pPr>
    </w:p>
    <w:p w:rsidR="00775FE0" w:rsidRDefault="00775FE0" w:rsidP="00B2707C">
      <w:pPr>
        <w:spacing w:line="320" w:lineRule="atLeast"/>
        <w:ind w:firstLine="900"/>
        <w:jc w:val="both"/>
      </w:pPr>
      <w:r w:rsidRPr="00725D84">
        <w:t xml:space="preserve">La Corte costituzionale procederà, successivamente, alla valutazione dei titoli dei candidati che hanno superato la preselezione al fine dell’approvazione della graduatoria finale. </w:t>
      </w:r>
    </w:p>
    <w:p w:rsidR="00775FE0" w:rsidRPr="00725D84" w:rsidRDefault="00775FE0" w:rsidP="00B2707C">
      <w:pPr>
        <w:spacing w:line="320" w:lineRule="atLeast"/>
        <w:ind w:firstLine="900"/>
        <w:jc w:val="both"/>
      </w:pPr>
    </w:p>
    <w:p w:rsidR="00775FE0" w:rsidRPr="00725D84" w:rsidRDefault="00775FE0" w:rsidP="00442853">
      <w:pPr>
        <w:spacing w:after="200"/>
        <w:ind w:firstLine="708"/>
        <w:jc w:val="both"/>
      </w:pPr>
      <w:r w:rsidRPr="00725D84">
        <w:t xml:space="preserve">I nominativi dei quattro candidati utilmente collocatisi in graduatoria verranno comunicati alle Università o istituti di appartenenza in modo da dar corso agli adempimenti connessi all’attivazione dello </w:t>
      </w:r>
      <w:r w:rsidRPr="00725D84">
        <w:rPr>
          <w:i/>
        </w:rPr>
        <w:t>stage</w:t>
      </w:r>
      <w:r w:rsidRPr="00725D84">
        <w:t xml:space="preserve"> (stipula della convenzione e sottoscrizione del progetto formativo).</w:t>
      </w:r>
    </w:p>
    <w:p w:rsidR="00775FE0" w:rsidRPr="00725D84" w:rsidRDefault="00775FE0" w:rsidP="00442853">
      <w:pPr>
        <w:spacing w:after="200"/>
        <w:ind w:firstLine="708"/>
        <w:jc w:val="both"/>
      </w:pPr>
      <w:r w:rsidRPr="00725D84">
        <w:t xml:space="preserve">Nell’ipotesi di sopravvenuta mancanza di interesse da parte di uno i più dei candidati suddetti, si procederà con lo scorrimento della graduatoria.  </w:t>
      </w:r>
    </w:p>
    <w:p w:rsidR="00775FE0" w:rsidRPr="00725D84" w:rsidRDefault="00775FE0" w:rsidP="00B2707C">
      <w:pPr>
        <w:spacing w:line="320" w:lineRule="atLeast"/>
        <w:ind w:firstLine="900"/>
        <w:jc w:val="both"/>
      </w:pPr>
      <w:r w:rsidRPr="00725D84">
        <w:t xml:space="preserve">Prima dell’inizio dello </w:t>
      </w:r>
      <w:r w:rsidRPr="00725D84">
        <w:rPr>
          <w:i/>
        </w:rPr>
        <w:t>stage</w:t>
      </w:r>
      <w:r>
        <w:t>:</w:t>
      </w:r>
    </w:p>
    <w:p w:rsidR="00775FE0" w:rsidRPr="00725D84" w:rsidRDefault="00775FE0" w:rsidP="00B2707C">
      <w:pPr>
        <w:spacing w:line="240" w:lineRule="atLeast"/>
        <w:ind w:firstLine="900"/>
        <w:jc w:val="both"/>
      </w:pPr>
    </w:p>
    <w:p w:rsidR="00775FE0" w:rsidRPr="00725D84" w:rsidRDefault="00775FE0" w:rsidP="00B2707C">
      <w:pPr>
        <w:numPr>
          <w:ilvl w:val="0"/>
          <w:numId w:val="2"/>
        </w:numPr>
        <w:tabs>
          <w:tab w:val="clear" w:pos="900"/>
          <w:tab w:val="num" w:pos="720"/>
          <w:tab w:val="left" w:pos="1080"/>
        </w:tabs>
        <w:spacing w:line="240" w:lineRule="atLeast"/>
        <w:ind w:hanging="180"/>
        <w:jc w:val="both"/>
        <w:rPr>
          <w:b/>
        </w:rPr>
      </w:pPr>
      <w:r>
        <w:rPr>
          <w:b/>
        </w:rPr>
        <w:t xml:space="preserve"> </w:t>
      </w:r>
      <w:r w:rsidRPr="00725D84">
        <w:rPr>
          <w:b/>
        </w:rPr>
        <w:t>L’Università o l’Istituzione procederà a:</w:t>
      </w:r>
    </w:p>
    <w:p w:rsidR="00775FE0" w:rsidRPr="00725D84" w:rsidRDefault="00775FE0" w:rsidP="00B2707C">
      <w:pPr>
        <w:tabs>
          <w:tab w:val="left" w:pos="1080"/>
        </w:tabs>
        <w:spacing w:line="240" w:lineRule="atLeast"/>
        <w:ind w:left="720"/>
        <w:jc w:val="both"/>
      </w:pPr>
    </w:p>
    <w:p w:rsidR="00775FE0" w:rsidRPr="00725D84" w:rsidRDefault="00775FE0" w:rsidP="00B2707C">
      <w:pPr>
        <w:numPr>
          <w:ilvl w:val="1"/>
          <w:numId w:val="2"/>
        </w:numPr>
        <w:tabs>
          <w:tab w:val="clear" w:pos="1070"/>
          <w:tab w:val="num" w:pos="720"/>
          <w:tab w:val="left" w:pos="1080"/>
        </w:tabs>
        <w:spacing w:line="240" w:lineRule="atLeast"/>
        <w:ind w:left="720" w:firstLine="0"/>
        <w:jc w:val="both"/>
      </w:pPr>
      <w:r w:rsidRPr="00725D84">
        <w:t>stipulare una convenzione con l’Amministrazione della Corte costituzionale;</w:t>
      </w:r>
    </w:p>
    <w:p w:rsidR="00775FE0" w:rsidRPr="00725D84" w:rsidRDefault="00775FE0" w:rsidP="00B2707C">
      <w:pPr>
        <w:numPr>
          <w:ilvl w:val="1"/>
          <w:numId w:val="2"/>
        </w:numPr>
        <w:tabs>
          <w:tab w:val="clear" w:pos="1070"/>
          <w:tab w:val="num" w:pos="720"/>
          <w:tab w:val="left" w:pos="1080"/>
        </w:tabs>
        <w:spacing w:line="240" w:lineRule="atLeast"/>
        <w:ind w:left="720" w:firstLine="0"/>
        <w:jc w:val="both"/>
      </w:pPr>
      <w:r w:rsidRPr="00725D84">
        <w:t xml:space="preserve">nominare un </w:t>
      </w:r>
      <w:r w:rsidRPr="00725D84">
        <w:rPr>
          <w:i/>
          <w:iCs/>
        </w:rPr>
        <w:t>tutor</w:t>
      </w:r>
      <w:r w:rsidRPr="00725D84">
        <w:t xml:space="preserve"> amministrativo;</w:t>
      </w:r>
    </w:p>
    <w:p w:rsidR="00775FE0" w:rsidRPr="00725D84" w:rsidRDefault="00775FE0" w:rsidP="00B2707C">
      <w:pPr>
        <w:numPr>
          <w:ilvl w:val="1"/>
          <w:numId w:val="2"/>
        </w:numPr>
        <w:tabs>
          <w:tab w:val="clear" w:pos="1070"/>
          <w:tab w:val="left" w:pos="1080"/>
        </w:tabs>
        <w:spacing w:line="240" w:lineRule="atLeast"/>
        <w:ind w:left="1080"/>
        <w:jc w:val="both"/>
      </w:pPr>
      <w:r w:rsidRPr="00725D84">
        <w:t>redigere un progetto formativo per ciascun candidato risultato vincitore (attivando le polizze assicurative INAIL e per la responsabilità civile).</w:t>
      </w:r>
    </w:p>
    <w:p w:rsidR="00775FE0" w:rsidRPr="00725D84" w:rsidRDefault="00775FE0" w:rsidP="00B2707C">
      <w:pPr>
        <w:tabs>
          <w:tab w:val="num" w:pos="720"/>
        </w:tabs>
        <w:spacing w:line="240" w:lineRule="atLeast"/>
        <w:ind w:left="1264" w:hanging="180"/>
        <w:jc w:val="both"/>
      </w:pPr>
    </w:p>
    <w:p w:rsidR="00775FE0" w:rsidRPr="00725D84" w:rsidRDefault="00775FE0" w:rsidP="00B2707C">
      <w:pPr>
        <w:numPr>
          <w:ilvl w:val="0"/>
          <w:numId w:val="2"/>
        </w:numPr>
        <w:tabs>
          <w:tab w:val="clear" w:pos="900"/>
          <w:tab w:val="num" w:pos="720"/>
        </w:tabs>
        <w:spacing w:line="240" w:lineRule="atLeast"/>
        <w:ind w:left="1080"/>
        <w:jc w:val="both"/>
        <w:rPr>
          <w:b/>
        </w:rPr>
      </w:pPr>
      <w:r w:rsidRPr="00725D84">
        <w:rPr>
          <w:b/>
        </w:rPr>
        <w:t>La Corte costituzionale procederà a:</w:t>
      </w:r>
    </w:p>
    <w:p w:rsidR="00775FE0" w:rsidRPr="00725D84" w:rsidRDefault="00775FE0" w:rsidP="00B2707C">
      <w:pPr>
        <w:spacing w:line="240" w:lineRule="atLeast"/>
        <w:ind w:left="1080" w:hanging="360"/>
        <w:jc w:val="both"/>
      </w:pPr>
    </w:p>
    <w:p w:rsidR="00775FE0" w:rsidRPr="00725D84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/>
        <w:jc w:val="both"/>
      </w:pPr>
      <w:r w:rsidRPr="00725D84">
        <w:t>stipulare una convenzione con l’Università o l’Istituzione;</w:t>
      </w:r>
    </w:p>
    <w:p w:rsidR="00775FE0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/>
        <w:jc w:val="both"/>
      </w:pPr>
      <w:r w:rsidRPr="00725D84">
        <w:t xml:space="preserve">nominare un </w:t>
      </w:r>
      <w:r w:rsidRPr="00725D84">
        <w:rPr>
          <w:i/>
          <w:iCs/>
        </w:rPr>
        <w:t>tutor</w:t>
      </w:r>
      <w:r w:rsidRPr="00725D84">
        <w:t>;</w:t>
      </w:r>
    </w:p>
    <w:p w:rsidR="00775FE0" w:rsidRPr="00725D84" w:rsidRDefault="00775FE0" w:rsidP="00B2707C">
      <w:pPr>
        <w:tabs>
          <w:tab w:val="num" w:pos="720"/>
        </w:tabs>
        <w:spacing w:line="240" w:lineRule="atLeast"/>
        <w:ind w:left="1259" w:hanging="180"/>
        <w:jc w:val="both"/>
      </w:pPr>
    </w:p>
    <w:p w:rsidR="00775FE0" w:rsidRDefault="00775FE0" w:rsidP="00022069">
      <w:pPr>
        <w:spacing w:line="240" w:lineRule="atLeast"/>
        <w:ind w:left="1080"/>
        <w:jc w:val="both"/>
        <w:rPr>
          <w:b/>
        </w:rPr>
      </w:pPr>
    </w:p>
    <w:p w:rsidR="00775FE0" w:rsidRPr="00725D84" w:rsidRDefault="00775FE0" w:rsidP="00022069">
      <w:pPr>
        <w:spacing w:line="240" w:lineRule="atLeast"/>
        <w:ind w:left="1080"/>
        <w:jc w:val="both"/>
        <w:rPr>
          <w:b/>
        </w:rPr>
      </w:pPr>
      <w:r w:rsidRPr="00725D84">
        <w:rPr>
          <w:b/>
        </w:rPr>
        <w:t>Il partecipante deve impegnarsi a:</w:t>
      </w:r>
    </w:p>
    <w:p w:rsidR="00775FE0" w:rsidRPr="00725D84" w:rsidRDefault="00775FE0" w:rsidP="00B2707C">
      <w:pPr>
        <w:spacing w:line="240" w:lineRule="atLeast"/>
        <w:ind w:left="720"/>
        <w:jc w:val="both"/>
      </w:pPr>
    </w:p>
    <w:p w:rsidR="00775FE0" w:rsidRPr="00725D84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svolgere con scrupolo l’attività prevista per il progetto formativo;</w:t>
      </w:r>
    </w:p>
    <w:p w:rsidR="00775FE0" w:rsidRPr="00725D84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rispettare le norme in materia di igiene, sicurezza e salute sui luoghi di lavoro;</w:t>
      </w:r>
    </w:p>
    <w:p w:rsidR="00775FE0" w:rsidRPr="00725D84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mantenere la prescritta riservatezza per quanto attiene ai dati, informazioni o conoscenze acquisite;</w:t>
      </w:r>
    </w:p>
    <w:p w:rsidR="00775FE0" w:rsidRPr="00725D84" w:rsidRDefault="00775FE0" w:rsidP="00B2707C">
      <w:pPr>
        <w:numPr>
          <w:ilvl w:val="1"/>
          <w:numId w:val="2"/>
        </w:numPr>
        <w:tabs>
          <w:tab w:val="num" w:pos="720"/>
        </w:tabs>
        <w:spacing w:line="240" w:lineRule="atLeast"/>
        <w:ind w:left="1077" w:hanging="357"/>
        <w:jc w:val="both"/>
      </w:pPr>
      <w:r w:rsidRPr="00725D84">
        <w:t>attenersi alle norme di comportamento in vigore presso la Corte costituzionale</w:t>
      </w:r>
      <w:r w:rsidRPr="00725D84">
        <w:rPr>
          <w:i/>
        </w:rPr>
        <w:t>.</w:t>
      </w:r>
    </w:p>
    <w:p w:rsidR="00775FE0" w:rsidRPr="00725D84" w:rsidRDefault="00775FE0" w:rsidP="00A320CF">
      <w:pPr>
        <w:jc w:val="both"/>
      </w:pPr>
    </w:p>
    <w:sectPr w:rsidR="00775FE0" w:rsidRPr="00725D84" w:rsidSect="00B92092">
      <w:footerReference w:type="default" r:id="rId7"/>
      <w:pgSz w:w="11906" w:h="16838"/>
      <w:pgMar w:top="3119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5FE0" w:rsidRDefault="00775FE0">
      <w:r>
        <w:separator/>
      </w:r>
    </w:p>
  </w:endnote>
  <w:endnote w:type="continuationSeparator" w:id="0">
    <w:p w:rsidR="00775FE0" w:rsidRDefault="00775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FE0" w:rsidRPr="00A320CF" w:rsidRDefault="00775FE0" w:rsidP="00E04F42">
    <w:pPr>
      <w:jc w:val="both"/>
      <w:rPr>
        <w:rFonts w:ascii="Footlight MT Light" w:hAnsi="Footlight MT Light"/>
        <w:sz w:val="16"/>
        <w:szCs w:val="16"/>
      </w:rPr>
    </w:pPr>
    <w:r>
      <w:rPr>
        <w:rFonts w:ascii="Footlight MT Light" w:hAnsi="Footlight MT Light"/>
        <w:sz w:val="16"/>
        <w:szCs w:val="16"/>
      </w:rPr>
      <w:t>bando 2017</w:t>
    </w:r>
  </w:p>
  <w:p w:rsidR="00775FE0" w:rsidRDefault="00775FE0">
    <w:pPr>
      <w:pStyle w:val="Footer"/>
      <w:jc w:val="center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</w:instrText>
    </w:r>
    <w:r>
      <w:rPr>
        <w:sz w:val="20"/>
      </w:rPr>
      <w:fldChar w:fldCharType="separate"/>
    </w:r>
    <w:r>
      <w:rPr>
        <w:noProof/>
        <w:sz w:val="20"/>
      </w:rPr>
      <w:t>4</w:t>
    </w:r>
    <w:r>
      <w:rPr>
        <w:sz w:val="20"/>
      </w:rPr>
      <w:fldChar w:fldCharType="end"/>
    </w:r>
    <w:r>
      <w:rPr>
        <w:sz w:val="20"/>
      </w:rPr>
      <w:t xml:space="preserve"> di </w:t>
    </w:r>
    <w:r>
      <w:rPr>
        <w:sz w:val="20"/>
      </w:rPr>
      <w:fldChar w:fldCharType="begin"/>
    </w:r>
    <w:r>
      <w:rPr>
        <w:sz w:val="20"/>
      </w:rPr>
      <w:instrText xml:space="preserve"> NUMPAGES </w:instrText>
    </w:r>
    <w:r>
      <w:rPr>
        <w:sz w:val="20"/>
      </w:rPr>
      <w:fldChar w:fldCharType="separate"/>
    </w:r>
    <w:r>
      <w:rPr>
        <w:noProof/>
        <w:sz w:val="20"/>
      </w:rPr>
      <w:t>4</w:t>
    </w:r>
    <w:r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5FE0" w:rsidRDefault="00775FE0">
      <w:r>
        <w:separator/>
      </w:r>
    </w:p>
  </w:footnote>
  <w:footnote w:type="continuationSeparator" w:id="0">
    <w:p w:rsidR="00775FE0" w:rsidRDefault="00775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A75AD"/>
    <w:multiLevelType w:val="hybridMultilevel"/>
    <w:tmpl w:val="F2BEF022"/>
    <w:lvl w:ilvl="0" w:tplc="6E3EC76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61A25EF4"/>
    <w:multiLevelType w:val="hybridMultilevel"/>
    <w:tmpl w:val="EF9CC9E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E9764A0"/>
    <w:multiLevelType w:val="hybridMultilevel"/>
    <w:tmpl w:val="36CED47A"/>
    <w:lvl w:ilvl="0" w:tplc="03BA4D3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EAF39E">
      <w:start w:val="1"/>
      <w:numFmt w:val="lowerLetter"/>
      <w:lvlText w:val="%2."/>
      <w:lvlJc w:val="left"/>
      <w:pPr>
        <w:tabs>
          <w:tab w:val="num" w:pos="1070"/>
        </w:tabs>
        <w:ind w:left="1070" w:hanging="360"/>
      </w:pPr>
      <w:rPr>
        <w:rFonts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776F1F9F"/>
    <w:multiLevelType w:val="hybridMultilevel"/>
    <w:tmpl w:val="C1069B26"/>
    <w:lvl w:ilvl="0" w:tplc="B3900C7E">
      <w:numFmt w:val="bullet"/>
      <w:lvlText w:val="-"/>
      <w:lvlJc w:val="left"/>
      <w:pPr>
        <w:tabs>
          <w:tab w:val="num" w:pos="1410"/>
        </w:tabs>
        <w:ind w:left="1410" w:hanging="51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283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7481"/>
    <w:rsid w:val="0000273D"/>
    <w:rsid w:val="00007A36"/>
    <w:rsid w:val="00021F73"/>
    <w:rsid w:val="00022069"/>
    <w:rsid w:val="00027B1C"/>
    <w:rsid w:val="00030D4B"/>
    <w:rsid w:val="00031284"/>
    <w:rsid w:val="00076096"/>
    <w:rsid w:val="000D4E64"/>
    <w:rsid w:val="00105227"/>
    <w:rsid w:val="001065BA"/>
    <w:rsid w:val="0013655B"/>
    <w:rsid w:val="0014460F"/>
    <w:rsid w:val="00152874"/>
    <w:rsid w:val="00152F85"/>
    <w:rsid w:val="0015605F"/>
    <w:rsid w:val="00163212"/>
    <w:rsid w:val="00167319"/>
    <w:rsid w:val="00171677"/>
    <w:rsid w:val="001858C9"/>
    <w:rsid w:val="00186DB3"/>
    <w:rsid w:val="001927D9"/>
    <w:rsid w:val="001A2ABD"/>
    <w:rsid w:val="001D4264"/>
    <w:rsid w:val="001D730B"/>
    <w:rsid w:val="001E66DA"/>
    <w:rsid w:val="00206D47"/>
    <w:rsid w:val="002245DE"/>
    <w:rsid w:val="002254BD"/>
    <w:rsid w:val="00226A0F"/>
    <w:rsid w:val="00231159"/>
    <w:rsid w:val="00251609"/>
    <w:rsid w:val="00263862"/>
    <w:rsid w:val="00270C5E"/>
    <w:rsid w:val="002743A5"/>
    <w:rsid w:val="00283D1A"/>
    <w:rsid w:val="00294370"/>
    <w:rsid w:val="002A3492"/>
    <w:rsid w:val="002A6723"/>
    <w:rsid w:val="002B4073"/>
    <w:rsid w:val="002B6A87"/>
    <w:rsid w:val="002B7FE0"/>
    <w:rsid w:val="002C332B"/>
    <w:rsid w:val="002E1305"/>
    <w:rsid w:val="002E2BE2"/>
    <w:rsid w:val="002E4ED4"/>
    <w:rsid w:val="003002BB"/>
    <w:rsid w:val="0030423A"/>
    <w:rsid w:val="0032379C"/>
    <w:rsid w:val="0032787B"/>
    <w:rsid w:val="00332E9C"/>
    <w:rsid w:val="0034767D"/>
    <w:rsid w:val="00354DB4"/>
    <w:rsid w:val="00362F23"/>
    <w:rsid w:val="0036569D"/>
    <w:rsid w:val="00373E92"/>
    <w:rsid w:val="003919B4"/>
    <w:rsid w:val="00395511"/>
    <w:rsid w:val="00396C50"/>
    <w:rsid w:val="003B376E"/>
    <w:rsid w:val="003B57B2"/>
    <w:rsid w:val="003B7E5D"/>
    <w:rsid w:val="003C6A17"/>
    <w:rsid w:val="003C72D3"/>
    <w:rsid w:val="004009A1"/>
    <w:rsid w:val="0041029F"/>
    <w:rsid w:val="004106AD"/>
    <w:rsid w:val="00442853"/>
    <w:rsid w:val="00461763"/>
    <w:rsid w:val="004738FD"/>
    <w:rsid w:val="004C13DF"/>
    <w:rsid w:val="004D361A"/>
    <w:rsid w:val="00511305"/>
    <w:rsid w:val="00522C9F"/>
    <w:rsid w:val="00532848"/>
    <w:rsid w:val="005726C1"/>
    <w:rsid w:val="005B4F08"/>
    <w:rsid w:val="005C7D78"/>
    <w:rsid w:val="005D0851"/>
    <w:rsid w:val="00601BFE"/>
    <w:rsid w:val="006066BA"/>
    <w:rsid w:val="00616592"/>
    <w:rsid w:val="00625BC9"/>
    <w:rsid w:val="0066000F"/>
    <w:rsid w:val="00661B4F"/>
    <w:rsid w:val="006B7C70"/>
    <w:rsid w:val="006E105D"/>
    <w:rsid w:val="006E3334"/>
    <w:rsid w:val="0070060C"/>
    <w:rsid w:val="00707FD0"/>
    <w:rsid w:val="00713F4C"/>
    <w:rsid w:val="0071553D"/>
    <w:rsid w:val="00716F62"/>
    <w:rsid w:val="00725D84"/>
    <w:rsid w:val="00760490"/>
    <w:rsid w:val="00762049"/>
    <w:rsid w:val="00775FE0"/>
    <w:rsid w:val="007926B7"/>
    <w:rsid w:val="007B7F4F"/>
    <w:rsid w:val="007C46DC"/>
    <w:rsid w:val="007D0010"/>
    <w:rsid w:val="007D07DD"/>
    <w:rsid w:val="007D0AC1"/>
    <w:rsid w:val="007D14F7"/>
    <w:rsid w:val="00811BDA"/>
    <w:rsid w:val="008377B8"/>
    <w:rsid w:val="00845413"/>
    <w:rsid w:val="008625D5"/>
    <w:rsid w:val="0087293A"/>
    <w:rsid w:val="00885546"/>
    <w:rsid w:val="008929C3"/>
    <w:rsid w:val="008A0171"/>
    <w:rsid w:val="008B2521"/>
    <w:rsid w:val="008C09C4"/>
    <w:rsid w:val="008E3563"/>
    <w:rsid w:val="008F6AC6"/>
    <w:rsid w:val="00907A3C"/>
    <w:rsid w:val="00924062"/>
    <w:rsid w:val="00924B56"/>
    <w:rsid w:val="00946895"/>
    <w:rsid w:val="00961C2E"/>
    <w:rsid w:val="00974C77"/>
    <w:rsid w:val="00975586"/>
    <w:rsid w:val="00996089"/>
    <w:rsid w:val="00A23F1B"/>
    <w:rsid w:val="00A27707"/>
    <w:rsid w:val="00A320CF"/>
    <w:rsid w:val="00A62C2D"/>
    <w:rsid w:val="00A642C2"/>
    <w:rsid w:val="00A770ED"/>
    <w:rsid w:val="00A827EA"/>
    <w:rsid w:val="00A87F3C"/>
    <w:rsid w:val="00A92F80"/>
    <w:rsid w:val="00AB6E00"/>
    <w:rsid w:val="00AC28C8"/>
    <w:rsid w:val="00AD5873"/>
    <w:rsid w:val="00AD68C3"/>
    <w:rsid w:val="00AE7A71"/>
    <w:rsid w:val="00AF34D4"/>
    <w:rsid w:val="00B15EAA"/>
    <w:rsid w:val="00B2207B"/>
    <w:rsid w:val="00B2707C"/>
    <w:rsid w:val="00B3494D"/>
    <w:rsid w:val="00B82345"/>
    <w:rsid w:val="00B92092"/>
    <w:rsid w:val="00BA2A19"/>
    <w:rsid w:val="00BC463E"/>
    <w:rsid w:val="00BD4880"/>
    <w:rsid w:val="00BE37DC"/>
    <w:rsid w:val="00C027A1"/>
    <w:rsid w:val="00C27828"/>
    <w:rsid w:val="00C64867"/>
    <w:rsid w:val="00C77481"/>
    <w:rsid w:val="00CB0299"/>
    <w:rsid w:val="00CB5B87"/>
    <w:rsid w:val="00CD2706"/>
    <w:rsid w:val="00CD47EE"/>
    <w:rsid w:val="00CD7033"/>
    <w:rsid w:val="00CF16CC"/>
    <w:rsid w:val="00D0129B"/>
    <w:rsid w:val="00D047A1"/>
    <w:rsid w:val="00D0652D"/>
    <w:rsid w:val="00D0785F"/>
    <w:rsid w:val="00D1022F"/>
    <w:rsid w:val="00D22B18"/>
    <w:rsid w:val="00D416FB"/>
    <w:rsid w:val="00D62342"/>
    <w:rsid w:val="00DA10D1"/>
    <w:rsid w:val="00DA5C3D"/>
    <w:rsid w:val="00DA7B55"/>
    <w:rsid w:val="00DB0E1D"/>
    <w:rsid w:val="00DD39AB"/>
    <w:rsid w:val="00E04F42"/>
    <w:rsid w:val="00E07D45"/>
    <w:rsid w:val="00E25EB1"/>
    <w:rsid w:val="00E32CEF"/>
    <w:rsid w:val="00E42E11"/>
    <w:rsid w:val="00E50F44"/>
    <w:rsid w:val="00E80B3D"/>
    <w:rsid w:val="00EB4354"/>
    <w:rsid w:val="00EC793D"/>
    <w:rsid w:val="00F02521"/>
    <w:rsid w:val="00F1423E"/>
    <w:rsid w:val="00F170A2"/>
    <w:rsid w:val="00F21E7B"/>
    <w:rsid w:val="00F36104"/>
    <w:rsid w:val="00F43FDF"/>
    <w:rsid w:val="00F55F9A"/>
    <w:rsid w:val="00F906FE"/>
    <w:rsid w:val="00FB0196"/>
    <w:rsid w:val="00FB73A5"/>
    <w:rsid w:val="00FB7722"/>
    <w:rsid w:val="00FD6200"/>
    <w:rsid w:val="00FE1BF4"/>
    <w:rsid w:val="00FE423E"/>
    <w:rsid w:val="00FE53A3"/>
    <w:rsid w:val="00FE5E7B"/>
    <w:rsid w:val="00FF5F40"/>
    <w:rsid w:val="00FF6B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23E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FE423E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E75F0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FE423E"/>
    <w:pPr>
      <w:spacing w:line="360" w:lineRule="auto"/>
      <w:ind w:left="135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E75F0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FE423E"/>
    <w:pPr>
      <w:spacing w:line="360" w:lineRule="auto"/>
      <w:ind w:firstLine="90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E75F0"/>
    <w:rPr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FE423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E75F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FE423E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FE423E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726C1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rsid w:val="00FE423E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75F0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92F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2F80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rsid w:val="005726C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5726C1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953</Words>
  <Characters>5435</Characters>
  <Application>Microsoft Office Outlook</Application>
  <DocSecurity>0</DocSecurity>
  <Lines>0</Lines>
  <Paragraphs>0</Paragraphs>
  <ScaleCrop>false</ScaleCrop>
  <Company>costituzionale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DI TIROCINIO</dc:title>
  <dc:subject/>
  <dc:creator>costacrippa</dc:creator>
  <cp:keywords/>
  <dc:description/>
  <cp:lastModifiedBy>Anna</cp:lastModifiedBy>
  <cp:revision>2</cp:revision>
  <cp:lastPrinted>2017-04-03T10:54:00Z</cp:lastPrinted>
  <dcterms:created xsi:type="dcterms:W3CDTF">2017-04-03T10:55:00Z</dcterms:created>
  <dcterms:modified xsi:type="dcterms:W3CDTF">2017-04-03T10:55:00Z</dcterms:modified>
</cp:coreProperties>
</file>